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29CE4CB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C02574">
              <w:t>6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F45B580" w:rsidR="00F1480E" w:rsidRPr="000754EC" w:rsidRDefault="00E933B0" w:rsidP="000754EC">
            <w:pPr>
              <w:pStyle w:val="SIUNITCODE"/>
            </w:pPr>
            <w:commentRangeStart w:id="0"/>
            <w:r>
              <w:t>AHC</w:t>
            </w:r>
            <w:r w:rsidR="00AB51ED">
              <w:t>BAC</w:t>
            </w:r>
            <w:r w:rsidR="00586D6B">
              <w:t>2</w:t>
            </w:r>
            <w:r w:rsidR="00AB51ED">
              <w:t>0</w:t>
            </w:r>
            <w:r w:rsidR="00D0551A">
              <w:t>2</w:t>
            </w:r>
          </w:p>
        </w:tc>
        <w:tc>
          <w:tcPr>
            <w:tcW w:w="3604" w:type="pct"/>
            <w:shd w:val="clear" w:color="auto" w:fill="auto"/>
          </w:tcPr>
          <w:p w14:paraId="68240ED7" w14:textId="1C4AE488" w:rsidR="00F1480E" w:rsidRPr="000754EC" w:rsidRDefault="00D0551A" w:rsidP="000754EC">
            <w:pPr>
              <w:pStyle w:val="SIUnittitle"/>
            </w:pPr>
            <w:r w:rsidRPr="00D0551A">
              <w:t>Assist agricultural crop maintenance</w:t>
            </w:r>
            <w:commentRangeEnd w:id="0"/>
            <w:r w:rsidR="00A14AC4">
              <w:rPr>
                <w:b w:val="0"/>
                <w:sz w:val="20"/>
              </w:rPr>
              <w:commentReference w:id="0"/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3C04AA9" w14:textId="77777777" w:rsidR="00D0551A" w:rsidRPr="00D0551A" w:rsidRDefault="00D0551A" w:rsidP="00D0551A">
            <w:pPr>
              <w:pStyle w:val="SIText"/>
            </w:pPr>
            <w:r w:rsidRPr="00D0551A">
              <w:t>This unit of competency describes the skills and knowledge required to assist others to maintain agricultural crops.</w:t>
            </w:r>
          </w:p>
          <w:p w14:paraId="2C03A088" w14:textId="77777777" w:rsidR="00D0551A" w:rsidRPr="00D0551A" w:rsidRDefault="00D0551A" w:rsidP="00D0551A">
            <w:pPr>
              <w:pStyle w:val="SIText"/>
            </w:pPr>
          </w:p>
          <w:p w14:paraId="22325AB9" w14:textId="77E6BA5D" w:rsidR="00D0551A" w:rsidRPr="00D0551A" w:rsidRDefault="008B3AC6" w:rsidP="00D0551A">
            <w:pPr>
              <w:pStyle w:val="SIText"/>
            </w:pPr>
            <w:r>
              <w:t>The unit applies to individuals</w:t>
            </w:r>
            <w:r w:rsidR="00D0551A" w:rsidRPr="00D0551A">
              <w:t xml:space="preserve"> who work under general supervision and exercise limited autonomy with some accountability for own work. They undertake defined activities and work in a structured context.</w:t>
            </w:r>
          </w:p>
          <w:p w14:paraId="00CF3278" w14:textId="77777777" w:rsidR="00D0551A" w:rsidRPr="00D0551A" w:rsidRDefault="00D0551A" w:rsidP="00D0551A">
            <w:pPr>
              <w:pStyle w:val="SIText"/>
            </w:pPr>
          </w:p>
          <w:p w14:paraId="034C6C33" w14:textId="3611EB85" w:rsidR="00373436" w:rsidRPr="000754EC" w:rsidRDefault="004E76CB" w:rsidP="00D0551A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58081205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82C3366" w:rsidR="00F1480E" w:rsidRPr="000754EC" w:rsidRDefault="00AB51ED" w:rsidP="000754EC">
            <w:pPr>
              <w:pStyle w:val="SIText"/>
            </w:pPr>
            <w:r w:rsidRPr="00AB51ED">
              <w:t xml:space="preserve">Broad </w:t>
            </w:r>
            <w:r>
              <w:t>A</w:t>
            </w:r>
            <w:r w:rsidRPr="00AB51ED">
              <w:t xml:space="preserve">cre </w:t>
            </w:r>
            <w:r>
              <w:t>C</w:t>
            </w:r>
            <w:r w:rsidRPr="00AB51ED">
              <w:t>ropping (BAC)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0551A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1A31B590" w:rsidR="00D0551A" w:rsidRPr="00D0551A" w:rsidRDefault="00D0551A" w:rsidP="00D0551A">
            <w:pPr>
              <w:pStyle w:val="SIText"/>
            </w:pPr>
            <w:r w:rsidRPr="00D0551A">
              <w:t>1. Prepare for agricultural crop maintenance operations</w:t>
            </w:r>
          </w:p>
        </w:tc>
        <w:tc>
          <w:tcPr>
            <w:tcW w:w="3604" w:type="pct"/>
            <w:shd w:val="clear" w:color="auto" w:fill="auto"/>
          </w:tcPr>
          <w:p w14:paraId="5FB9520C" w14:textId="77807DC6" w:rsidR="00D0551A" w:rsidRPr="00D0551A" w:rsidRDefault="00D0551A" w:rsidP="00D0551A">
            <w:r w:rsidRPr="00D0551A">
              <w:t xml:space="preserve">1.1 </w:t>
            </w:r>
            <w:r w:rsidR="00A14AC4" w:rsidRPr="00A14AC4">
              <w:t xml:space="preserve">Confirm </w:t>
            </w:r>
            <w:r w:rsidR="00A14AC4">
              <w:t xml:space="preserve">crop maintenance </w:t>
            </w:r>
            <w:r w:rsidR="00A14AC4" w:rsidRPr="00A14AC4">
              <w:t>work instructions and clarify anomalies with supervisor</w:t>
            </w:r>
          </w:p>
          <w:p w14:paraId="638D876D" w14:textId="1766198E" w:rsidR="00D0551A" w:rsidRPr="00D0551A" w:rsidRDefault="00D0551A" w:rsidP="00D0551A">
            <w:r w:rsidRPr="00D0551A">
              <w:t>1.2 Select and prepare machinery, equipment and tools</w:t>
            </w:r>
            <w:r w:rsidR="00A14AC4">
              <w:t xml:space="preserve"> according to </w:t>
            </w:r>
            <w:r w:rsidR="008278EA">
              <w:t xml:space="preserve">operator </w:t>
            </w:r>
            <w:r w:rsidR="00A14AC4">
              <w:t>instructions</w:t>
            </w:r>
            <w:r w:rsidR="008278EA">
              <w:t xml:space="preserve"> and biosecurity procedures</w:t>
            </w:r>
          </w:p>
          <w:p w14:paraId="47914BBF" w14:textId="77777777" w:rsidR="00D0551A" w:rsidRPr="00D0551A" w:rsidRDefault="00D0551A" w:rsidP="00D0551A">
            <w:r w:rsidRPr="00D0551A">
              <w:t>1.3 Identify work health and safety hazards in crop maintenance and report to supervisor</w:t>
            </w:r>
          </w:p>
          <w:p w14:paraId="1696B99B" w14:textId="42EF238B" w:rsidR="00D0551A" w:rsidRPr="00D0551A" w:rsidRDefault="00D0551A" w:rsidP="0017086C">
            <w:r w:rsidRPr="00D0551A">
              <w:t xml:space="preserve">1.4 Select, </w:t>
            </w:r>
            <w:r w:rsidR="008278EA">
              <w:t xml:space="preserve">check, </w:t>
            </w:r>
            <w:r w:rsidRPr="00D0551A">
              <w:t>use and maintain personal protective equipment</w:t>
            </w:r>
          </w:p>
        </w:tc>
      </w:tr>
      <w:tr w:rsidR="00D0551A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3E5E03A5" w:rsidR="00D0551A" w:rsidRPr="00D0551A" w:rsidRDefault="00D0551A" w:rsidP="00AC364E">
            <w:pPr>
              <w:pStyle w:val="SIText"/>
            </w:pPr>
            <w:r w:rsidRPr="00D0551A">
              <w:t xml:space="preserve">2. </w:t>
            </w:r>
            <w:r w:rsidRPr="00AC364E">
              <w:t xml:space="preserve">Assist with </w:t>
            </w:r>
            <w:r w:rsidRPr="00A112FB">
              <w:rPr>
                <w:rStyle w:val="SITemporaryText-red"/>
                <w:color w:val="auto"/>
                <w:sz w:val="20"/>
              </w:rPr>
              <w:t xml:space="preserve">the implementation of </w:t>
            </w:r>
            <w:r w:rsidRPr="00AC364E">
              <w:t>maintenance operations</w:t>
            </w:r>
            <w:r w:rsidR="008278EA">
              <w:t xml:space="preserve"> under direction</w:t>
            </w:r>
          </w:p>
        </w:tc>
        <w:tc>
          <w:tcPr>
            <w:tcW w:w="3604" w:type="pct"/>
            <w:shd w:val="clear" w:color="auto" w:fill="auto"/>
          </w:tcPr>
          <w:p w14:paraId="421FAE15" w14:textId="6B3365DB" w:rsidR="00D0551A" w:rsidRPr="00D0551A" w:rsidRDefault="00D0551A" w:rsidP="00D0551A">
            <w:commentRangeStart w:id="1"/>
            <w:r w:rsidRPr="00D0551A">
              <w:t xml:space="preserve">2.1 Assist with the implementation of the crop </w:t>
            </w:r>
            <w:r w:rsidR="008278EA">
              <w:t>weeds, pest and disease</w:t>
            </w:r>
            <w:r w:rsidR="008278EA" w:rsidRPr="00D0551A">
              <w:t xml:space="preserve"> </w:t>
            </w:r>
            <w:r w:rsidRPr="00D0551A">
              <w:t>control program</w:t>
            </w:r>
            <w:commentRangeEnd w:id="1"/>
            <w:r w:rsidR="00F81146">
              <w:commentReference w:id="1"/>
            </w:r>
          </w:p>
          <w:p w14:paraId="6D0A71B3" w14:textId="3A547792" w:rsidR="00D0551A" w:rsidRPr="00D0551A" w:rsidRDefault="00D0551A" w:rsidP="00D0551A">
            <w:bookmarkStart w:id="2" w:name="_GoBack"/>
            <w:r w:rsidRPr="00D0551A">
              <w:t>2.</w:t>
            </w:r>
            <w:r w:rsidR="008278EA">
              <w:t>2</w:t>
            </w:r>
            <w:r w:rsidRPr="00D0551A">
              <w:t xml:space="preserve"> Assist with the implementation of the crop nutrition program</w:t>
            </w:r>
            <w:bookmarkEnd w:id="2"/>
          </w:p>
          <w:p w14:paraId="44B8CA0D" w14:textId="557BF162" w:rsidR="00D0551A" w:rsidRPr="00D0551A" w:rsidRDefault="00D0551A" w:rsidP="00D0551A">
            <w:r w:rsidRPr="00D0551A">
              <w:t>2.</w:t>
            </w:r>
            <w:r w:rsidR="008278EA">
              <w:t>3</w:t>
            </w:r>
            <w:r w:rsidRPr="00D0551A">
              <w:t xml:space="preserve"> Assist with the implementation of paddock maintenance duties</w:t>
            </w:r>
          </w:p>
          <w:p w14:paraId="6BB72E57" w14:textId="0EE8122C" w:rsidR="00D0551A" w:rsidRPr="00D0551A" w:rsidRDefault="00D0551A">
            <w:pPr>
              <w:pStyle w:val="SIText"/>
            </w:pPr>
            <w:commentRangeStart w:id="3"/>
            <w:r w:rsidRPr="00D0551A">
              <w:t>2.</w:t>
            </w:r>
            <w:r w:rsidR="008278EA">
              <w:t>4</w:t>
            </w:r>
            <w:r w:rsidRPr="00D0551A">
              <w:t xml:space="preserve"> Assist with the implementation of any appropriate irrigation duties</w:t>
            </w:r>
            <w:commentRangeEnd w:id="3"/>
            <w:r w:rsidR="00F81146">
              <w:rPr>
                <w:lang w:eastAsia="en-AU"/>
              </w:rPr>
              <w:commentReference w:id="3"/>
            </w:r>
          </w:p>
        </w:tc>
      </w:tr>
      <w:tr w:rsidR="00D0551A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4FA262A0" w:rsidR="00D0551A" w:rsidRPr="00D0551A" w:rsidRDefault="00D0551A" w:rsidP="00D0551A">
            <w:pPr>
              <w:pStyle w:val="SIText"/>
            </w:pPr>
            <w:r w:rsidRPr="00D0551A">
              <w:t>3. Complete maintenance operation</w:t>
            </w:r>
          </w:p>
        </w:tc>
        <w:tc>
          <w:tcPr>
            <w:tcW w:w="3604" w:type="pct"/>
            <w:shd w:val="clear" w:color="auto" w:fill="auto"/>
          </w:tcPr>
          <w:p w14:paraId="76D441DB" w14:textId="484104D4" w:rsidR="00D0551A" w:rsidRPr="00D0551A" w:rsidRDefault="00D0551A" w:rsidP="00D0551A">
            <w:r w:rsidRPr="00D0551A">
              <w:t xml:space="preserve">3.1 Clean and </w:t>
            </w:r>
            <w:r w:rsidR="00A14AC4">
              <w:t>sanitise</w:t>
            </w:r>
            <w:r w:rsidR="00A14AC4" w:rsidRPr="00D0551A">
              <w:t xml:space="preserve"> </w:t>
            </w:r>
            <w:r w:rsidRPr="00D0551A">
              <w:t xml:space="preserve">tools and equipment </w:t>
            </w:r>
            <w:r w:rsidR="008278EA">
              <w:t>according to workplace procedures and operator instructions</w:t>
            </w:r>
          </w:p>
          <w:p w14:paraId="47EF5E34" w14:textId="51A623EB" w:rsidR="00D0551A" w:rsidRPr="00D0551A" w:rsidRDefault="00D0551A" w:rsidP="00D0551A">
            <w:r w:rsidRPr="00D0551A">
              <w:t>3.2 Dispose of waste according to enterprise polices and minimising the impact on the environment</w:t>
            </w:r>
          </w:p>
          <w:p w14:paraId="44FDBD3E" w14:textId="77777777" w:rsidR="00D0551A" w:rsidRPr="00D0551A" w:rsidRDefault="00D0551A" w:rsidP="00D0551A">
            <w:r w:rsidRPr="00D0551A">
              <w:t>3.3 Complete all required workplace records appropriately</w:t>
            </w:r>
          </w:p>
          <w:p w14:paraId="7C104250" w14:textId="5551D0E2" w:rsidR="00D0551A" w:rsidRPr="00D0551A" w:rsidRDefault="00D0551A" w:rsidP="00D0551A">
            <w:pPr>
              <w:pStyle w:val="SIText"/>
            </w:pPr>
            <w:r w:rsidRPr="00D0551A">
              <w:t>3.4 Apply enterprise biosecurity polices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6DBCD1F3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r w:rsidR="00004A08">
              <w:rPr>
                <w:rStyle w:val="SIText-Italic"/>
                <w:rFonts w:eastAsiaTheme="majorEastAsia"/>
              </w:rPr>
              <w:t>Oral Communication</w:t>
            </w:r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AC364E" w:rsidDel="00423CB2" w14:paraId="1CF24FD6" w14:textId="77777777" w:rsidTr="00CA2922">
        <w:tc>
          <w:tcPr>
            <w:tcW w:w="1396" w:type="pct"/>
          </w:tcPr>
          <w:p w14:paraId="6D88B952" w14:textId="7FCF4BF0" w:rsidR="00DA54B5" w:rsidRPr="00A112FB" w:rsidRDefault="00AC364E" w:rsidP="00AC364E">
            <w:pPr>
              <w:pStyle w:val="SIText"/>
            </w:pPr>
            <w:r w:rsidRPr="00A112FB">
              <w:t>Reading</w:t>
            </w:r>
          </w:p>
        </w:tc>
        <w:tc>
          <w:tcPr>
            <w:tcW w:w="3604" w:type="pct"/>
          </w:tcPr>
          <w:p w14:paraId="1B7CC730" w14:textId="7D3B4F7C" w:rsidR="00DA54B5" w:rsidRPr="00A112FB" w:rsidRDefault="008278EA">
            <w:pPr>
              <w:pStyle w:val="SIBulletList1"/>
            </w:pPr>
            <w:r w:rsidRPr="008278EA">
              <w:t>interpret a workplace</w:t>
            </w:r>
            <w:r>
              <w:t xml:space="preserve"> instructions and operator manuals to</w:t>
            </w:r>
            <w:r w:rsidRPr="008278EA">
              <w:t xml:space="preserve"> information</w:t>
            </w:r>
            <w:r w:rsidRPr="00A112FB" w:rsidDel="00AC364E">
              <w:rPr>
                <w:rFonts w:eastAsia="Calibri"/>
              </w:rPr>
              <w:t xml:space="preserve"> 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:rsidRPr="00281FD4" w14:paraId="7449DA1D" w14:textId="77777777" w:rsidTr="00F33FF2">
        <w:tc>
          <w:tcPr>
            <w:tcW w:w="1028" w:type="pct"/>
          </w:tcPr>
          <w:p w14:paraId="31F99DEF" w14:textId="77777777" w:rsidR="00281FD4" w:rsidRPr="00A112FB" w:rsidRDefault="00281FD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7086C">
              <w:rPr>
                <w:rStyle w:val="SITemporaryText-red"/>
                <w:color w:val="auto"/>
                <w:sz w:val="20"/>
              </w:rPr>
              <w:t>AHCBAC202 Assist agricultural crop maintenance</w:t>
            </w:r>
          </w:p>
          <w:p w14:paraId="09E49E25" w14:textId="760C7922" w:rsidR="00DA54B5" w:rsidRPr="00A112FB" w:rsidRDefault="00281FD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112FB">
              <w:rPr>
                <w:rStyle w:val="SITemporaryText-red"/>
                <w:color w:val="auto"/>
                <w:sz w:val="20"/>
              </w:rPr>
              <w:t>Release 2</w:t>
            </w:r>
          </w:p>
        </w:tc>
        <w:tc>
          <w:tcPr>
            <w:tcW w:w="1105" w:type="pct"/>
          </w:tcPr>
          <w:p w14:paraId="6FC4AF1E" w14:textId="72C0FD9B" w:rsidR="00DA54B5" w:rsidRPr="00A112FB" w:rsidRDefault="00281FD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112FB">
              <w:rPr>
                <w:rStyle w:val="SITemporaryText-red"/>
                <w:color w:val="auto"/>
                <w:sz w:val="20"/>
              </w:rPr>
              <w:t xml:space="preserve">AHCBAC202 Assist agricultural crop maintenance </w:t>
            </w:r>
          </w:p>
          <w:p w14:paraId="2293AA64" w14:textId="0D120D5F" w:rsidR="00281FD4" w:rsidRPr="00A112FB" w:rsidRDefault="00281FD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112FB">
              <w:rPr>
                <w:rStyle w:val="SITemporaryText-red"/>
                <w:color w:val="auto"/>
                <w:sz w:val="20"/>
              </w:rPr>
              <w:t>Release 1</w:t>
            </w:r>
          </w:p>
        </w:tc>
        <w:tc>
          <w:tcPr>
            <w:tcW w:w="1251" w:type="pct"/>
          </w:tcPr>
          <w:p w14:paraId="439B7DEE" w14:textId="77777777" w:rsidR="00281FD4" w:rsidRPr="00A112FB" w:rsidRDefault="00281FD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112FB">
              <w:rPr>
                <w:rStyle w:val="SITemporaryText-red"/>
                <w:color w:val="auto"/>
                <w:sz w:val="20"/>
              </w:rPr>
              <w:t>Edited Application</w:t>
            </w:r>
          </w:p>
          <w:p w14:paraId="7D3C4B75" w14:textId="134F0EC2" w:rsidR="00DA54B5" w:rsidRPr="00A112FB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616" w:type="pct"/>
          </w:tcPr>
          <w:p w14:paraId="6630AC2B" w14:textId="5D789582" w:rsidR="00DA54B5" w:rsidRPr="00A112FB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112FB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4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5E5934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0551A" w:rsidRPr="00D0551A">
              <w:t>AHCBAC202 Assist agricultural crop maintenance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36E4A503" w:rsidR="00DA54B5" w:rsidRPr="00A112FB" w:rsidRDefault="00DA54B5" w:rsidP="00AC364E">
            <w:pPr>
              <w:pStyle w:val="SIText"/>
            </w:pPr>
            <w:r w:rsidRPr="00A112FB">
              <w:t xml:space="preserve">An individual demonstrating competency must satisfy </w:t>
            </w:r>
            <w:proofErr w:type="gramStart"/>
            <w:r w:rsidRPr="00A112FB">
              <w:t>all of</w:t>
            </w:r>
            <w:proofErr w:type="gramEnd"/>
            <w:r w:rsidRPr="00A112FB">
              <w:t xml:space="preserve"> the elements and performance criteria in this unit. </w:t>
            </w:r>
          </w:p>
          <w:p w14:paraId="5A3CB1AE" w14:textId="77777777" w:rsidR="00D0551A" w:rsidRPr="00A112FB" w:rsidRDefault="00D0551A">
            <w:pPr>
              <w:pStyle w:val="SIText"/>
            </w:pPr>
          </w:p>
          <w:p w14:paraId="657935A1" w14:textId="4EA12F59" w:rsidR="00D0551A" w:rsidRPr="00A112FB" w:rsidRDefault="004626D6">
            <w:pPr>
              <w:pStyle w:val="SIText"/>
            </w:pPr>
            <w:r w:rsidRPr="00A112FB">
              <w:t xml:space="preserve">There must be evidence that the individual has </w:t>
            </w:r>
            <w:r w:rsidR="00AC364E" w:rsidRPr="00A112FB">
              <w:t>assisted others in the maintenance of an agricultural crop and has:</w:t>
            </w:r>
          </w:p>
          <w:p w14:paraId="28575289" w14:textId="2254138A" w:rsidR="00D0551A" w:rsidRPr="00A112FB" w:rsidRDefault="00D0551A">
            <w:pPr>
              <w:pStyle w:val="SIBulletList1"/>
            </w:pPr>
            <w:r w:rsidRPr="00A112FB">
              <w:t>prepare</w:t>
            </w:r>
            <w:r w:rsidR="00AC364E">
              <w:t>d</w:t>
            </w:r>
            <w:r w:rsidRPr="00A112FB">
              <w:t xml:space="preserve"> machinery, equipment and tool</w:t>
            </w:r>
            <w:r w:rsidR="00AC364E">
              <w:t>s</w:t>
            </w:r>
          </w:p>
          <w:p w14:paraId="12CBC1AB" w14:textId="07C9D719" w:rsidR="00D742AD" w:rsidRPr="00D742AD" w:rsidRDefault="00D742AD" w:rsidP="00D742AD">
            <w:pPr>
              <w:pStyle w:val="SIBulletList1"/>
            </w:pPr>
            <w:r w:rsidRPr="007C110D">
              <w:t>identif</w:t>
            </w:r>
            <w:r w:rsidRPr="00D742AD">
              <w:t xml:space="preserve">ied </w:t>
            </w:r>
            <w:r>
              <w:t xml:space="preserve">basic </w:t>
            </w:r>
            <w:r w:rsidRPr="00D742AD">
              <w:t xml:space="preserve">hazards and </w:t>
            </w:r>
            <w:r>
              <w:t xml:space="preserve">reported to supervisor for </w:t>
            </w:r>
            <w:r w:rsidRPr="00D742AD">
              <w:t>directions</w:t>
            </w:r>
          </w:p>
          <w:p w14:paraId="315435C1" w14:textId="21912DDC" w:rsidR="00AC364E" w:rsidRDefault="00D0551A">
            <w:pPr>
              <w:pStyle w:val="SIBulletList1"/>
            </w:pPr>
            <w:r w:rsidRPr="00A112FB">
              <w:t>conduct</w:t>
            </w:r>
            <w:r w:rsidR="00AC364E">
              <w:t>ed</w:t>
            </w:r>
            <w:r w:rsidRPr="00A112FB">
              <w:t xml:space="preserve"> routine checks on machinery and vehicles</w:t>
            </w:r>
            <w:r w:rsidR="00AC364E">
              <w:t xml:space="preserve"> including:</w:t>
            </w:r>
          </w:p>
          <w:p w14:paraId="609C841F" w14:textId="599905BF" w:rsidR="00AC364E" w:rsidRDefault="00D0551A" w:rsidP="00A112FB">
            <w:pPr>
              <w:pStyle w:val="SIBulletList2"/>
            </w:pPr>
            <w:r w:rsidRPr="00A112FB">
              <w:t>oil levels</w:t>
            </w:r>
          </w:p>
          <w:p w14:paraId="0A9BD47A" w14:textId="5E7E4C66" w:rsidR="00AC364E" w:rsidRDefault="00D0551A" w:rsidP="00A112FB">
            <w:pPr>
              <w:pStyle w:val="SIBulletList2"/>
            </w:pPr>
            <w:r w:rsidRPr="00A112FB">
              <w:t>tyre pressures</w:t>
            </w:r>
          </w:p>
          <w:p w14:paraId="026FA1E8" w14:textId="2E45C0FE" w:rsidR="00AC364E" w:rsidRDefault="00D0551A" w:rsidP="00A112FB">
            <w:pPr>
              <w:pStyle w:val="SIBulletList2"/>
            </w:pPr>
            <w:r w:rsidRPr="00A112FB">
              <w:t>water levels</w:t>
            </w:r>
          </w:p>
          <w:p w14:paraId="7384DE90" w14:textId="4509A53E" w:rsidR="008278EA" w:rsidRDefault="00D0551A" w:rsidP="00A112FB">
            <w:pPr>
              <w:pStyle w:val="SIBulletList2"/>
            </w:pPr>
            <w:r w:rsidRPr="00A112FB">
              <w:t>greasing points</w:t>
            </w:r>
            <w:r w:rsidR="008278EA" w:rsidRPr="00996BA5">
              <w:t xml:space="preserve"> </w:t>
            </w:r>
          </w:p>
          <w:p w14:paraId="0C9DE336" w14:textId="2F306ED9" w:rsidR="00D742AD" w:rsidRPr="00D742AD" w:rsidRDefault="00D742AD" w:rsidP="00A112FB">
            <w:pPr>
              <w:pStyle w:val="SIBulletList1"/>
            </w:pPr>
            <w:r w:rsidRPr="007F58ED">
              <w:t>operate machinery to manufacturer's specifications and enterprise procedures</w:t>
            </w:r>
            <w:r>
              <w:t xml:space="preserve">, including </w:t>
            </w:r>
            <w:r w:rsidRPr="00996BA5">
              <w:t>calibrate</w:t>
            </w:r>
            <w:r w:rsidRPr="00D742AD">
              <w:t>d equipment</w:t>
            </w:r>
          </w:p>
          <w:p w14:paraId="5941CFB4" w14:textId="77777777" w:rsidR="008278EA" w:rsidRPr="008278EA" w:rsidRDefault="008278EA" w:rsidP="008278EA">
            <w:pPr>
              <w:pStyle w:val="SIBulletList1"/>
            </w:pPr>
            <w:r w:rsidRPr="004A0B16">
              <w:t>report</w:t>
            </w:r>
            <w:r w:rsidRPr="008278EA">
              <w:t>ed the presence of weeds, pests and disease in crops</w:t>
            </w:r>
          </w:p>
          <w:p w14:paraId="6FEC16DF" w14:textId="1E15149E" w:rsidR="00AC364E" w:rsidRDefault="00D0551A">
            <w:pPr>
              <w:pStyle w:val="SIBulletList1"/>
            </w:pPr>
            <w:r w:rsidRPr="00A112FB">
              <w:t>assist</w:t>
            </w:r>
            <w:r w:rsidR="00AC364E">
              <w:t>ed</w:t>
            </w:r>
            <w:r w:rsidRPr="00A112FB">
              <w:t xml:space="preserve"> cropping duties</w:t>
            </w:r>
            <w:r w:rsidR="008278EA">
              <w:t xml:space="preserve"> under direction</w:t>
            </w:r>
            <w:r w:rsidR="00AC364E">
              <w:t>,</w:t>
            </w:r>
            <w:r w:rsidRPr="00A112FB">
              <w:t xml:space="preserve"> including</w:t>
            </w:r>
            <w:r w:rsidR="00AC364E">
              <w:t>:</w:t>
            </w:r>
          </w:p>
          <w:p w14:paraId="189212B7" w14:textId="7AFAC115" w:rsidR="00AC364E" w:rsidRDefault="00AC364E" w:rsidP="00A112FB">
            <w:pPr>
              <w:pStyle w:val="SIBulletList2"/>
            </w:pPr>
            <w:r>
              <w:t xml:space="preserve">weed, pest and disease control </w:t>
            </w:r>
            <w:r w:rsidR="008278EA">
              <w:t>program</w:t>
            </w:r>
          </w:p>
          <w:p w14:paraId="1C779A4D" w14:textId="004C00B8" w:rsidR="00AC364E" w:rsidRDefault="00D0551A" w:rsidP="00A112FB">
            <w:pPr>
              <w:pStyle w:val="SIBulletList2"/>
            </w:pPr>
            <w:r w:rsidRPr="00A112FB">
              <w:t>crop nutrition</w:t>
            </w:r>
            <w:r w:rsidR="008278EA">
              <w:t xml:space="preserve"> program</w:t>
            </w:r>
          </w:p>
          <w:p w14:paraId="37BC0B48" w14:textId="7EC43FF3" w:rsidR="00D0551A" w:rsidRDefault="00AC364E" w:rsidP="00A112FB">
            <w:pPr>
              <w:pStyle w:val="SIBulletList2"/>
            </w:pPr>
            <w:r>
              <w:t xml:space="preserve">general </w:t>
            </w:r>
            <w:r w:rsidR="00D0551A" w:rsidRPr="00A112FB">
              <w:t>paddock maintenance</w:t>
            </w:r>
          </w:p>
          <w:p w14:paraId="7A4EAFF4" w14:textId="03C79AD4" w:rsidR="008278EA" w:rsidRPr="00A112FB" w:rsidRDefault="008278EA" w:rsidP="00A112FB">
            <w:pPr>
              <w:pStyle w:val="SIBulletList2"/>
            </w:pPr>
            <w:r>
              <w:t xml:space="preserve">irrigation maintenance </w:t>
            </w:r>
          </w:p>
          <w:p w14:paraId="5D4530D4" w14:textId="5FF11A41" w:rsidR="00D742AD" w:rsidRPr="00D742AD" w:rsidRDefault="00D742AD" w:rsidP="00A112FB">
            <w:pPr>
              <w:pStyle w:val="SIBulletList2"/>
            </w:pPr>
            <w:r w:rsidRPr="002D4D9D">
              <w:t>measure</w:t>
            </w:r>
            <w:r>
              <w:t xml:space="preserve">d quantities of materials for </w:t>
            </w:r>
            <w:r w:rsidRPr="002D4D9D">
              <w:t>treatment</w:t>
            </w:r>
            <w:r>
              <w:t>s</w:t>
            </w:r>
          </w:p>
          <w:p w14:paraId="3F4E2EAA" w14:textId="271A4E74" w:rsidR="00556C4C" w:rsidRPr="00AC364E" w:rsidRDefault="008278EA">
            <w:pPr>
              <w:pStyle w:val="SIBulletList1"/>
            </w:pPr>
            <w:r>
              <w:t xml:space="preserve">maintained </w:t>
            </w:r>
            <w:r w:rsidR="00D0551A" w:rsidRPr="00A112FB">
              <w:t>record</w:t>
            </w:r>
            <w:r>
              <w:t>s</w:t>
            </w:r>
            <w:r w:rsidR="00D0551A" w:rsidRPr="00A112FB">
              <w:t xml:space="preserve"> of crop maintenance</w:t>
            </w:r>
            <w:r>
              <w:t xml:space="preserve"> activities</w:t>
            </w:r>
            <w:r w:rsidR="00D742AD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0778AA05" w14:textId="31716424" w:rsidR="00D0551A" w:rsidRPr="00D0551A" w:rsidRDefault="00DA38AA" w:rsidP="00D0551A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3A238F33" w14:textId="37409188" w:rsidR="00D0551A" w:rsidRDefault="00D0551A" w:rsidP="00D0551A">
            <w:pPr>
              <w:pStyle w:val="SIBulletList1"/>
            </w:pPr>
            <w:r w:rsidRPr="00D0551A">
              <w:t xml:space="preserve">operations </w:t>
            </w:r>
            <w:r w:rsidR="008A0111">
              <w:t xml:space="preserve">and maintenance of common </w:t>
            </w:r>
            <w:r w:rsidRPr="00D0551A">
              <w:t>cropping machinery</w:t>
            </w:r>
            <w:r w:rsidR="008A0111">
              <w:t>, including:</w:t>
            </w:r>
          </w:p>
          <w:p w14:paraId="6F3C92E2" w14:textId="77777777" w:rsidR="008A0111" w:rsidRDefault="008A0111" w:rsidP="00A112FB">
            <w:pPr>
              <w:pStyle w:val="SIBulletList2"/>
            </w:pPr>
            <w:r>
              <w:t>preparation</w:t>
            </w:r>
          </w:p>
          <w:p w14:paraId="01DBE53C" w14:textId="77777777" w:rsidR="008A0111" w:rsidRDefault="008A0111" w:rsidP="00A112FB">
            <w:pPr>
              <w:pStyle w:val="SIBulletList2"/>
            </w:pPr>
            <w:r>
              <w:t>safe operation</w:t>
            </w:r>
          </w:p>
          <w:p w14:paraId="54F05257" w14:textId="24BEB8CD" w:rsidR="008A0111" w:rsidRDefault="008A0111" w:rsidP="00A112FB">
            <w:pPr>
              <w:pStyle w:val="SIBulletList2"/>
            </w:pPr>
            <w:r>
              <w:t>repairs and maintenance</w:t>
            </w:r>
          </w:p>
          <w:p w14:paraId="1A5FD2D3" w14:textId="43C44E70" w:rsidR="008A0111" w:rsidRPr="00D0551A" w:rsidRDefault="008A0111" w:rsidP="00A112FB">
            <w:pPr>
              <w:pStyle w:val="SIBulletList2"/>
            </w:pPr>
            <w:r>
              <w:t>cleaning and biosecurity</w:t>
            </w:r>
          </w:p>
          <w:p w14:paraId="01396A1A" w14:textId="77777777" w:rsidR="00D0551A" w:rsidRPr="00D0551A" w:rsidRDefault="00D0551A" w:rsidP="00D0551A">
            <w:pPr>
              <w:pStyle w:val="SIBulletList1"/>
            </w:pPr>
            <w:r w:rsidRPr="00D0551A">
              <w:t>importance of correct timing and procedures for crop maintenance</w:t>
            </w:r>
          </w:p>
          <w:p w14:paraId="12A8215E" w14:textId="1AB40D6C" w:rsidR="00D0551A" w:rsidRDefault="00D0551A" w:rsidP="00D0551A">
            <w:pPr>
              <w:pStyle w:val="SIBulletList1"/>
            </w:pPr>
            <w:r w:rsidRPr="00D0551A">
              <w:t>weed</w:t>
            </w:r>
            <w:r w:rsidR="00962CD7">
              <w:t>, pests and disease</w:t>
            </w:r>
            <w:r w:rsidRPr="00D0551A">
              <w:t xml:space="preserve"> control in crops</w:t>
            </w:r>
            <w:r w:rsidR="00962CD7">
              <w:t>, including:</w:t>
            </w:r>
          </w:p>
          <w:p w14:paraId="3F758675" w14:textId="5A34383B" w:rsidR="00962CD7" w:rsidRDefault="00962CD7" w:rsidP="00A112FB">
            <w:pPr>
              <w:pStyle w:val="SIBulletList2"/>
            </w:pPr>
            <w:r>
              <w:t>recognition of common weeds, pests and diseases</w:t>
            </w:r>
          </w:p>
          <w:p w14:paraId="205E156A" w14:textId="77777777" w:rsidR="00962CD7" w:rsidRDefault="00962CD7" w:rsidP="00A112FB">
            <w:pPr>
              <w:pStyle w:val="SIBulletList2"/>
            </w:pPr>
            <w:r>
              <w:t>basic control strategies</w:t>
            </w:r>
          </w:p>
          <w:p w14:paraId="54683F26" w14:textId="7D3FD315" w:rsidR="00962CD7" w:rsidRPr="00D0551A" w:rsidRDefault="008A0111" w:rsidP="00A112FB">
            <w:pPr>
              <w:pStyle w:val="SIBulletList2"/>
            </w:pPr>
            <w:r>
              <w:t>tools and equipment used for control and their safe operation</w:t>
            </w:r>
          </w:p>
          <w:p w14:paraId="556D8A45" w14:textId="1F28A5F7" w:rsidR="00D0551A" w:rsidRDefault="008A0111" w:rsidP="00D0551A">
            <w:pPr>
              <w:pStyle w:val="SIBulletList1"/>
            </w:pPr>
            <w:r>
              <w:t xml:space="preserve">basic </w:t>
            </w:r>
            <w:r w:rsidR="00D0551A" w:rsidRPr="00D0551A">
              <w:t>crop nutrition</w:t>
            </w:r>
            <w:r>
              <w:t>, including:</w:t>
            </w:r>
          </w:p>
          <w:p w14:paraId="7573C9B2" w14:textId="1491D48D" w:rsidR="008A0111" w:rsidRDefault="008A0111" w:rsidP="00A112FB">
            <w:pPr>
              <w:pStyle w:val="SIBulletList2"/>
            </w:pPr>
            <w:r>
              <w:t>common fertilisers and ameliorants used</w:t>
            </w:r>
          </w:p>
          <w:p w14:paraId="760DB11D" w14:textId="77777777" w:rsidR="008A0111" w:rsidRDefault="008A0111" w:rsidP="00A112FB">
            <w:pPr>
              <w:pStyle w:val="SIBulletList2"/>
            </w:pPr>
            <w:r>
              <w:t>application strategies for application</w:t>
            </w:r>
          </w:p>
          <w:p w14:paraId="14D18873" w14:textId="3993EBE1" w:rsidR="008A0111" w:rsidRDefault="008A0111" w:rsidP="00A112FB">
            <w:pPr>
              <w:pStyle w:val="SIBulletList2"/>
            </w:pPr>
            <w:r>
              <w:t>tools and equipment used for application and their safe operation</w:t>
            </w:r>
          </w:p>
          <w:p w14:paraId="0442487F" w14:textId="4B2854EB" w:rsidR="008A0111" w:rsidRDefault="008A0111">
            <w:pPr>
              <w:pStyle w:val="SIBulletList1"/>
            </w:pPr>
            <w:r>
              <w:t>basic irrigation maintenance activities, including:</w:t>
            </w:r>
          </w:p>
          <w:p w14:paraId="654EA697" w14:textId="784EC257" w:rsidR="008A0111" w:rsidRDefault="008A3694" w:rsidP="00A112FB">
            <w:pPr>
              <w:pStyle w:val="SIBulletList2"/>
            </w:pPr>
            <w:r>
              <w:t>restoration of blocked components</w:t>
            </w:r>
          </w:p>
          <w:p w14:paraId="2A4B9BEF" w14:textId="77777777" w:rsidR="008A3694" w:rsidRDefault="008A3694" w:rsidP="00A112FB">
            <w:pPr>
              <w:pStyle w:val="SIBulletList2"/>
            </w:pPr>
            <w:r>
              <w:t>maintenance of moving components</w:t>
            </w:r>
          </w:p>
          <w:p w14:paraId="5F238B90" w14:textId="29AE99B6" w:rsidR="008A0111" w:rsidRDefault="008A0111" w:rsidP="00A112FB">
            <w:pPr>
              <w:pStyle w:val="SIBulletList2"/>
            </w:pPr>
            <w:r>
              <w:t xml:space="preserve">operation of </w:t>
            </w:r>
          </w:p>
          <w:p w14:paraId="363E88AF" w14:textId="79AA8E09" w:rsidR="008A0111" w:rsidRPr="00D0551A" w:rsidRDefault="008A0111">
            <w:pPr>
              <w:pStyle w:val="SIBulletList1"/>
            </w:pPr>
            <w:commentRangeStart w:id="4"/>
            <w:r>
              <w:t>general paddock maintenance tasks</w:t>
            </w:r>
            <w:commentRangeEnd w:id="4"/>
            <w:r>
              <w:rPr>
                <w:szCs w:val="22"/>
                <w:lang w:eastAsia="en-AU"/>
              </w:rPr>
              <w:commentReference w:id="4"/>
            </w:r>
          </w:p>
          <w:p w14:paraId="665E4FD5" w14:textId="5E934C49" w:rsidR="00D0551A" w:rsidRPr="00D0551A" w:rsidRDefault="00D0551A" w:rsidP="00D0551A">
            <w:pPr>
              <w:pStyle w:val="SIBulletList1"/>
            </w:pPr>
            <w:r w:rsidRPr="00D0551A">
              <w:t xml:space="preserve">waste disposal </w:t>
            </w:r>
            <w:r w:rsidR="008A0111">
              <w:t>and</w:t>
            </w:r>
            <w:r w:rsidRPr="00D0551A">
              <w:t xml:space="preserve"> </w:t>
            </w:r>
            <w:r w:rsidR="008A0111">
              <w:t xml:space="preserve">potential </w:t>
            </w:r>
            <w:r w:rsidRPr="00D0551A">
              <w:t>impact on the environment</w:t>
            </w:r>
          </w:p>
          <w:p w14:paraId="594042BC" w14:textId="308BDCF0" w:rsidR="00F1480E" w:rsidRPr="000754EC" w:rsidRDefault="00D0551A">
            <w:pPr>
              <w:pStyle w:val="SIBulletList1"/>
            </w:pPr>
            <w:r w:rsidRPr="00D0551A">
              <w:t xml:space="preserve">work health and safety and biosecurity </w:t>
            </w:r>
            <w:r w:rsidR="008A0111">
              <w:t>procedures</w:t>
            </w:r>
            <w:r w:rsidRPr="00D0551A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B17F65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A112FB" w:rsidRDefault="00DA54B5" w:rsidP="00A112FB">
            <w:pPr>
              <w:pStyle w:val="SIText"/>
            </w:pPr>
            <w:r w:rsidRPr="00A112FB">
              <w:t xml:space="preserve">Assessment of the skills in this unit of competency must take place under the following conditions: </w:t>
            </w:r>
          </w:p>
          <w:p w14:paraId="62D0ECC7" w14:textId="77777777" w:rsidR="00DA54B5" w:rsidRPr="00A112FB" w:rsidRDefault="00DA54B5">
            <w:pPr>
              <w:pStyle w:val="SIText"/>
            </w:pPr>
          </w:p>
          <w:p w14:paraId="04186F1B" w14:textId="3D6A8E75" w:rsidR="00DA54B5" w:rsidRPr="00A112FB" w:rsidRDefault="00DA54B5">
            <w:pPr>
              <w:pStyle w:val="SIBulletList1"/>
            </w:pPr>
            <w:r w:rsidRPr="00A112FB">
              <w:t>physical conditions:</w:t>
            </w:r>
          </w:p>
          <w:p w14:paraId="386B05FF" w14:textId="197C9944" w:rsidR="00DA54B5" w:rsidRPr="00A112FB" w:rsidRDefault="00DA54B5">
            <w:pPr>
              <w:pStyle w:val="SIBulletList2"/>
              <w:rPr>
                <w:rFonts w:eastAsia="Calibri"/>
              </w:rPr>
            </w:pPr>
            <w:r w:rsidRPr="00A112FB">
              <w:lastRenderedPageBreak/>
              <w:t xml:space="preserve">skills must be demonstrated </w:t>
            </w:r>
            <w:r w:rsidR="007770A2" w:rsidRPr="00A112FB">
              <w:t xml:space="preserve">on farm </w:t>
            </w:r>
            <w:r w:rsidRPr="00A112FB">
              <w:t>or an environment that accurately represents workplace conditions</w:t>
            </w:r>
          </w:p>
          <w:p w14:paraId="7CD1E166" w14:textId="039D567E" w:rsidR="00DA54B5" w:rsidRPr="00A112FB" w:rsidRDefault="00DA54B5">
            <w:pPr>
              <w:pStyle w:val="SIBulletList1"/>
            </w:pPr>
            <w:r w:rsidRPr="00A112FB">
              <w:t>resources, equipment and materials:</w:t>
            </w:r>
          </w:p>
          <w:p w14:paraId="1AC0F720" w14:textId="683ED153" w:rsidR="00DA54B5" w:rsidRPr="00A112FB" w:rsidRDefault="007770A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pests, diseases and weeds and related control materials</w:t>
            </w:r>
          </w:p>
          <w:p w14:paraId="77D53DD8" w14:textId="5A0EEDAA" w:rsidR="00DA54B5" w:rsidRPr="00A112FB" w:rsidRDefault="00DA54B5">
            <w:pPr>
              <w:pStyle w:val="SIBulletList2"/>
              <w:rPr>
                <w:rFonts w:eastAsia="Calibri"/>
              </w:rPr>
            </w:pPr>
            <w:r w:rsidRPr="00A112FB">
              <w:t>use of specific tools</w:t>
            </w:r>
            <w:r w:rsidR="007770A2">
              <w:t xml:space="preserve"> and equipment</w:t>
            </w:r>
          </w:p>
          <w:p w14:paraId="1E8554C8" w14:textId="73410BC2" w:rsidR="007770A2" w:rsidRPr="00A112FB" w:rsidRDefault="00DA54B5">
            <w:pPr>
              <w:pStyle w:val="SIBulletList2"/>
              <w:rPr>
                <w:rFonts w:eastAsia="Calibri"/>
              </w:rPr>
            </w:pPr>
            <w:r w:rsidRPr="00A112FB">
              <w:t>use of personal protective equipment</w:t>
            </w:r>
          </w:p>
          <w:p w14:paraId="4AB282A7" w14:textId="216D1341" w:rsidR="00DA54B5" w:rsidRPr="00A112FB" w:rsidRDefault="007770A2">
            <w:pPr>
              <w:pStyle w:val="SIBulletList2"/>
              <w:rPr>
                <w:rFonts w:eastAsia="Calibri"/>
              </w:rPr>
            </w:pPr>
            <w:r>
              <w:t xml:space="preserve">access to irrigation equipment </w:t>
            </w:r>
          </w:p>
          <w:p w14:paraId="3D4B0BD2" w14:textId="3D1D9432" w:rsidR="00DA54B5" w:rsidRPr="00A112FB" w:rsidRDefault="00DA54B5">
            <w:pPr>
              <w:pStyle w:val="SIBulletList1"/>
              <w:rPr>
                <w:rFonts w:eastAsia="Calibri"/>
              </w:rPr>
            </w:pPr>
            <w:r w:rsidRPr="00A112FB">
              <w:rPr>
                <w:rFonts w:eastAsia="Calibri"/>
              </w:rPr>
              <w:t>specifications:</w:t>
            </w:r>
          </w:p>
          <w:p w14:paraId="03115840" w14:textId="48CD5C2E" w:rsidR="00DA54B5" w:rsidRPr="00A112FB" w:rsidRDefault="00DA54B5">
            <w:pPr>
              <w:pStyle w:val="SIBulletList2"/>
              <w:rPr>
                <w:rFonts w:eastAsia="Calibri"/>
              </w:rPr>
            </w:pPr>
            <w:r w:rsidRPr="00A112FB">
              <w:rPr>
                <w:rFonts w:eastAsia="Calibri"/>
              </w:rPr>
              <w:t>use of</w:t>
            </w:r>
            <w:r w:rsidR="007770A2">
              <w:rPr>
                <w:rFonts w:eastAsia="Calibri"/>
              </w:rPr>
              <w:t xml:space="preserve"> </w:t>
            </w:r>
            <w:r w:rsidRPr="00A112FB">
              <w:rPr>
                <w:rFonts w:eastAsia="Calibri"/>
              </w:rPr>
              <w:t>workplace procedures</w:t>
            </w:r>
            <w:r w:rsidR="007770A2">
              <w:rPr>
                <w:rFonts w:eastAsia="Calibri"/>
              </w:rPr>
              <w:t xml:space="preserve"> and </w:t>
            </w:r>
            <w:r w:rsidRPr="00A112FB">
              <w:rPr>
                <w:rFonts w:eastAsia="Calibri"/>
              </w:rPr>
              <w:t>processes</w:t>
            </w:r>
          </w:p>
          <w:p w14:paraId="4B734460" w14:textId="18ABB746" w:rsidR="00DA54B5" w:rsidRPr="00A112FB" w:rsidRDefault="00DA54B5">
            <w:pPr>
              <w:pStyle w:val="SIBulletList2"/>
              <w:rPr>
                <w:rFonts w:eastAsia="Calibri"/>
              </w:rPr>
            </w:pPr>
            <w:r w:rsidRPr="00A112FB">
              <w:rPr>
                <w:rFonts w:eastAsia="Calibri"/>
              </w:rPr>
              <w:t xml:space="preserve">use of manufacturer’s operating instructions for </w:t>
            </w:r>
            <w:r w:rsidR="007770A2">
              <w:rPr>
                <w:rFonts w:eastAsia="Calibri"/>
              </w:rPr>
              <w:t xml:space="preserve">tools, </w:t>
            </w:r>
            <w:r w:rsidRPr="00A112FB">
              <w:rPr>
                <w:rFonts w:eastAsia="Calibri"/>
              </w:rPr>
              <w:t>equipment</w:t>
            </w:r>
            <w:r w:rsidR="007770A2">
              <w:rPr>
                <w:rFonts w:eastAsia="Calibri"/>
              </w:rPr>
              <w:t xml:space="preserve"> and </w:t>
            </w:r>
            <w:r w:rsidRPr="00A112FB">
              <w:rPr>
                <w:rFonts w:eastAsia="Calibri"/>
              </w:rPr>
              <w:t>machinery</w:t>
            </w:r>
          </w:p>
          <w:p w14:paraId="2012E867" w14:textId="77F8C214" w:rsidR="00DA54B5" w:rsidRPr="00A112FB" w:rsidRDefault="00DA54B5">
            <w:pPr>
              <w:pStyle w:val="SIBulletList2"/>
              <w:rPr>
                <w:rFonts w:eastAsia="Calibri"/>
              </w:rPr>
            </w:pPr>
            <w:r w:rsidRPr="00A112FB">
              <w:rPr>
                <w:rFonts w:eastAsia="Calibri"/>
              </w:rPr>
              <w:t>access to safety data sheets</w:t>
            </w:r>
          </w:p>
          <w:p w14:paraId="106A7384" w14:textId="26826395" w:rsidR="00DA54B5" w:rsidRPr="00A112FB" w:rsidRDefault="00DA54B5">
            <w:pPr>
              <w:pStyle w:val="SIBulletList2"/>
              <w:rPr>
                <w:rFonts w:eastAsia="Calibri"/>
              </w:rPr>
            </w:pPr>
            <w:r w:rsidRPr="00A112FB">
              <w:rPr>
                <w:rFonts w:eastAsia="Calibri"/>
              </w:rPr>
              <w:t>use of workplace instructions</w:t>
            </w:r>
          </w:p>
          <w:p w14:paraId="0DCA1D1B" w14:textId="58CD1C4D" w:rsidR="00DA54B5" w:rsidRPr="00A112FB" w:rsidRDefault="00DA54B5">
            <w:pPr>
              <w:pStyle w:val="SIBulletList1"/>
            </w:pPr>
            <w:r w:rsidRPr="00A112FB">
              <w:t xml:space="preserve">relationships: </w:t>
            </w:r>
          </w:p>
          <w:p w14:paraId="3DE0592A" w14:textId="403ADE67" w:rsidR="00DA54B5" w:rsidRPr="00A112FB" w:rsidRDefault="00DA54B5" w:rsidP="00A112FB">
            <w:pPr>
              <w:pStyle w:val="SIBulletList2"/>
            </w:pPr>
            <w:r w:rsidRPr="00A112FB">
              <w:t>supervisor</w:t>
            </w:r>
            <w:r w:rsidR="007770A2">
              <w:t>.</w:t>
            </w:r>
          </w:p>
          <w:p w14:paraId="408F0CDB" w14:textId="3FB188F1" w:rsidR="00DA54B5" w:rsidRPr="00A112FB" w:rsidRDefault="00DA54B5">
            <w:pPr>
              <w:pStyle w:val="SIText"/>
              <w:rPr>
                <w:rFonts w:eastAsia="Calibri"/>
              </w:rPr>
            </w:pPr>
            <w:r w:rsidRPr="00A112F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930D49" w:rsidP="000754EC">
            <w:pPr>
              <w:pStyle w:val="SIText"/>
            </w:pPr>
            <w:hyperlink r:id="rId15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Ron Barrow" w:date="2020-12-11T14:51:00Z" w:initials="RB">
    <w:p w14:paraId="32E9C7F0" w14:textId="76B663EC" w:rsidR="00A14AC4" w:rsidRDefault="00A14AC4">
      <w:r>
        <w:annotationRef/>
      </w:r>
      <w:r>
        <w:t xml:space="preserve">I have a concern that this unit is </w:t>
      </w:r>
      <w:r w:rsidR="00D078AE">
        <w:t xml:space="preserve">far </w:t>
      </w:r>
      <w:r>
        <w:t xml:space="preserve">too broad. Element 2 is very vague and </w:t>
      </w:r>
      <w:r w:rsidR="00341229">
        <w:t>would</w:t>
      </w:r>
      <w:r>
        <w:t xml:space="preserve"> </w:t>
      </w:r>
      <w:r w:rsidR="00341229">
        <w:t xml:space="preserve">normally </w:t>
      </w:r>
      <w:r>
        <w:t xml:space="preserve">be covered with specific units on pest control, </w:t>
      </w:r>
      <w:r w:rsidR="00341229">
        <w:t>fertiliser application and irrigation.</w:t>
      </w:r>
    </w:p>
    <w:p w14:paraId="1FE8B912" w14:textId="77777777" w:rsidR="00D078AE" w:rsidRDefault="00D078AE" w:rsidP="00D078AE">
      <w:r w:rsidRPr="00D078AE">
        <w:t>AHCPMG201 Treat weeds</w:t>
      </w:r>
    </w:p>
    <w:p w14:paraId="11027F0D" w14:textId="77777777" w:rsidR="00D078AE" w:rsidRDefault="00D078AE" w:rsidP="00D078AE">
      <w:r w:rsidRPr="00D078AE">
        <w:t>AHCPMG202 Treat plant pests, diseases and disorders</w:t>
      </w:r>
    </w:p>
    <w:p w14:paraId="1AA28B5F" w14:textId="3CBD3422" w:rsidR="00F81146" w:rsidRPr="00F81146" w:rsidRDefault="00F81146" w:rsidP="00F81146">
      <w:r w:rsidRPr="00F81146">
        <w:t>AHCIRG219 Assist with low volume irrigation operations</w:t>
      </w:r>
    </w:p>
    <w:p w14:paraId="68C96D56" w14:textId="2BDD7EDA" w:rsidR="00F81146" w:rsidRPr="00F81146" w:rsidRDefault="00F81146" w:rsidP="00F81146">
      <w:r w:rsidRPr="00F81146">
        <w:t>AHCIRG220 Assist with surface irrigation operations</w:t>
      </w:r>
    </w:p>
    <w:p w14:paraId="5089B457" w14:textId="68C01F76" w:rsidR="00341229" w:rsidRDefault="00F81146" w:rsidP="00F81146">
      <w:r>
        <w:t xml:space="preserve">AHCIRG221 </w:t>
      </w:r>
      <w:r w:rsidRPr="00F81146">
        <w:t>Assist with pressurised irr</w:t>
      </w:r>
      <w:r>
        <w:t>igation operations</w:t>
      </w:r>
    </w:p>
  </w:comment>
  <w:comment w:id="1" w:author="Ron Barrow" w:date="2020-12-11T15:16:00Z" w:initials="RB">
    <w:p w14:paraId="4B76EE36" w14:textId="63C6DD92" w:rsidR="00F81146" w:rsidRDefault="00F81146" w:rsidP="00F81146">
      <w:r>
        <w:annotationRef/>
      </w:r>
      <w:r w:rsidRPr="00F81146">
        <w:t>AHCPMG201 Treat wee</w:t>
      </w:r>
      <w:r>
        <w:t>ds</w:t>
      </w:r>
    </w:p>
  </w:comment>
  <w:comment w:id="3" w:author="Ron Barrow" w:date="2020-12-11T15:18:00Z" w:initials="RB">
    <w:p w14:paraId="3AFFF076" w14:textId="77777777" w:rsidR="0017086C" w:rsidRDefault="00F81146" w:rsidP="00F81146">
      <w:r>
        <w:annotationRef/>
      </w:r>
    </w:p>
    <w:p w14:paraId="10C5A77A" w14:textId="07B8BCE8" w:rsidR="00F81146" w:rsidRPr="00F81146" w:rsidRDefault="00F81146" w:rsidP="00F81146">
      <w:r w:rsidRPr="00F81146">
        <w:t>AHCIRG219 Assist with low volume irrigation operations</w:t>
      </w:r>
    </w:p>
    <w:p w14:paraId="09B6B6FC" w14:textId="77777777" w:rsidR="00F81146" w:rsidRPr="00F81146" w:rsidRDefault="00F81146" w:rsidP="00F81146">
      <w:r w:rsidRPr="00F81146">
        <w:t>AHCIRG220 Assist with surface irrigation operations</w:t>
      </w:r>
    </w:p>
    <w:p w14:paraId="2865BCFD" w14:textId="419695D9" w:rsidR="00F81146" w:rsidRDefault="00F81146" w:rsidP="00F81146">
      <w:r>
        <w:t xml:space="preserve">AHCIRG221 </w:t>
      </w:r>
      <w:r w:rsidRPr="00F81146">
        <w:t>Assist with pressurised irr</w:t>
      </w:r>
      <w:r>
        <w:t>igation operations</w:t>
      </w:r>
    </w:p>
  </w:comment>
  <w:comment w:id="4" w:author="Ron Barrow" w:date="2020-12-14T09:21:00Z" w:initials="RB">
    <w:p w14:paraId="59D10194" w14:textId="77777777" w:rsidR="008A0111" w:rsidRDefault="008A0111">
      <w:r>
        <w:annotationRef/>
      </w:r>
      <w:r>
        <w:t>What are these? Should there be a short list of the most common e.g. fence repairs, fire control lines, mowing and slashing???</w:t>
      </w:r>
    </w:p>
    <w:p w14:paraId="1F17F625" w14:textId="5FC6AAB0" w:rsidR="008A0111" w:rsidRDefault="008A0111">
      <w:r>
        <w:t>S</w:t>
      </w:r>
      <w:r w:rsidR="00C02574">
        <w:t>takeholder</w:t>
      </w:r>
      <w:r>
        <w:t xml:space="preserve"> </w:t>
      </w:r>
      <w:r w:rsidR="00C02574">
        <w:t>a</w:t>
      </w:r>
      <w:r>
        <w:t>dvice</w:t>
      </w:r>
      <w:r w:rsidR="00C02574">
        <w:t xml:space="preserve"> required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089B457" w15:done="0"/>
  <w15:commentEx w15:paraId="4B76EE36" w15:done="0"/>
  <w15:commentEx w15:paraId="2865BCFD" w15:done="0"/>
  <w15:commentEx w15:paraId="1F17F62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089B457" w16cid:durableId="23B2E5F5"/>
  <w16cid:commentId w16cid:paraId="4B76EE36" w16cid:durableId="23B2E5F6"/>
  <w16cid:commentId w16cid:paraId="2865BCFD" w16cid:durableId="23B2E5F9"/>
  <w16cid:commentId w16cid:paraId="1F17F625" w16cid:durableId="23B2E5F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AC7AAA" w14:textId="77777777" w:rsidR="00930D49" w:rsidRDefault="00930D49" w:rsidP="00BF3F0A">
      <w:r>
        <w:separator/>
      </w:r>
    </w:p>
    <w:p w14:paraId="5DEAADD7" w14:textId="77777777" w:rsidR="00930D49" w:rsidRDefault="00930D49"/>
  </w:endnote>
  <w:endnote w:type="continuationSeparator" w:id="0">
    <w:p w14:paraId="3D7892EE" w14:textId="77777777" w:rsidR="00930D49" w:rsidRDefault="00930D49" w:rsidP="00BF3F0A">
      <w:r>
        <w:continuationSeparator/>
      </w:r>
    </w:p>
    <w:p w14:paraId="55A992F2" w14:textId="77777777" w:rsidR="00930D49" w:rsidRDefault="00930D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112FB">
          <w:rPr>
            <w:noProof/>
          </w:rPr>
          <w:t>4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A747AC" w14:textId="77777777" w:rsidR="00930D49" w:rsidRDefault="00930D49" w:rsidP="00BF3F0A">
      <w:r>
        <w:separator/>
      </w:r>
    </w:p>
    <w:p w14:paraId="187589DC" w14:textId="77777777" w:rsidR="00930D49" w:rsidRDefault="00930D49"/>
  </w:footnote>
  <w:footnote w:type="continuationSeparator" w:id="0">
    <w:p w14:paraId="7546166B" w14:textId="77777777" w:rsidR="00930D49" w:rsidRDefault="00930D49" w:rsidP="00BF3F0A">
      <w:r>
        <w:continuationSeparator/>
      </w:r>
    </w:p>
    <w:p w14:paraId="1CD70BDF" w14:textId="77777777" w:rsidR="00930D49" w:rsidRDefault="00930D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72822F8E" w:rsidR="009C2650" w:rsidRPr="00D0551A" w:rsidRDefault="00D0551A" w:rsidP="00D0551A">
    <w:r w:rsidRPr="00D0551A">
      <w:rPr>
        <w:lang w:eastAsia="en-US"/>
      </w:rPr>
      <w:t>AHCBAC202 Assist agricultural crop maintenance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4A08"/>
    <w:rsid w:val="00005A15"/>
    <w:rsid w:val="00006AAB"/>
    <w:rsid w:val="0001108F"/>
    <w:rsid w:val="000115E2"/>
    <w:rsid w:val="000126D0"/>
    <w:rsid w:val="0001296A"/>
    <w:rsid w:val="00016803"/>
    <w:rsid w:val="00022A69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086C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F3F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1FD4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1229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26D6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6CB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6D6B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C32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8D5"/>
    <w:rsid w:val="00752C75"/>
    <w:rsid w:val="00757005"/>
    <w:rsid w:val="00761DBE"/>
    <w:rsid w:val="0076523B"/>
    <w:rsid w:val="00771B60"/>
    <w:rsid w:val="007770A2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5675"/>
    <w:rsid w:val="008278EA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0111"/>
    <w:rsid w:val="008A12ED"/>
    <w:rsid w:val="008A3694"/>
    <w:rsid w:val="008A39D3"/>
    <w:rsid w:val="008B2C77"/>
    <w:rsid w:val="008B3AC6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D49"/>
    <w:rsid w:val="00932CD7"/>
    <w:rsid w:val="00944C09"/>
    <w:rsid w:val="009527CB"/>
    <w:rsid w:val="00953835"/>
    <w:rsid w:val="00960F6C"/>
    <w:rsid w:val="00962CD7"/>
    <w:rsid w:val="00970747"/>
    <w:rsid w:val="00997BFC"/>
    <w:rsid w:val="009A5900"/>
    <w:rsid w:val="009A6E6C"/>
    <w:rsid w:val="009A6F3F"/>
    <w:rsid w:val="009A71BE"/>
    <w:rsid w:val="009B331A"/>
    <w:rsid w:val="009C2650"/>
    <w:rsid w:val="009D15E2"/>
    <w:rsid w:val="009D15FE"/>
    <w:rsid w:val="009D5D2C"/>
    <w:rsid w:val="009F0DCC"/>
    <w:rsid w:val="009F11CA"/>
    <w:rsid w:val="00A0695B"/>
    <w:rsid w:val="00A112FB"/>
    <w:rsid w:val="00A13052"/>
    <w:rsid w:val="00A14AC4"/>
    <w:rsid w:val="00A216A8"/>
    <w:rsid w:val="00A223A6"/>
    <w:rsid w:val="00A2309F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364E"/>
    <w:rsid w:val="00AC4C98"/>
    <w:rsid w:val="00AC5F6B"/>
    <w:rsid w:val="00AD3896"/>
    <w:rsid w:val="00AD5B47"/>
    <w:rsid w:val="00AD6A9D"/>
    <w:rsid w:val="00AE1ED9"/>
    <w:rsid w:val="00AE32CB"/>
    <w:rsid w:val="00AF3957"/>
    <w:rsid w:val="00B0712C"/>
    <w:rsid w:val="00B12013"/>
    <w:rsid w:val="00B17F65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2574"/>
    <w:rsid w:val="00C143C3"/>
    <w:rsid w:val="00C1739B"/>
    <w:rsid w:val="00C21ADE"/>
    <w:rsid w:val="00C26067"/>
    <w:rsid w:val="00C30A29"/>
    <w:rsid w:val="00C317DC"/>
    <w:rsid w:val="00C5347E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551A"/>
    <w:rsid w:val="00D078AE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AD7"/>
    <w:rsid w:val="00D71E43"/>
    <w:rsid w:val="00D727F3"/>
    <w:rsid w:val="00D73695"/>
    <w:rsid w:val="00D742AD"/>
    <w:rsid w:val="00D810DE"/>
    <w:rsid w:val="00D87D32"/>
    <w:rsid w:val="00D91188"/>
    <w:rsid w:val="00D92C83"/>
    <w:rsid w:val="00DA0A81"/>
    <w:rsid w:val="00DA38AA"/>
    <w:rsid w:val="00DA3C10"/>
    <w:rsid w:val="00DA53B5"/>
    <w:rsid w:val="00DA54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14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F8114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c6399549-9c62-4a5e-bf1a-524b2322cf72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gov.au/Pages/TrainingDocs.aspx?q=c6399549-9c62-4a5e-bf1a-524b2322cf7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056020D1FDA46BE533C193AFD5389" ma:contentTypeVersion="" ma:contentTypeDescription="Create a new document." ma:contentTypeScope="" ma:versionID="d634ec6fecb7b636232734d4b60e240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d889b2-4198-463b-a884-892451515567" targetNamespace="http://schemas.microsoft.com/office/2006/metadata/properties" ma:root="true" ma:fieldsID="969ba2d2528162b10ed779b9af2dad1e" ns1:_="" ns2:_="" ns3:_="">
    <xsd:import namespace="http://schemas.microsoft.com/sharepoint/v3"/>
    <xsd:import namespace="d50bbff7-d6dd-47d2-864a-cfdc2c3db0f4"/>
    <xsd:import namespace="f2d889b2-4198-463b-a884-8924515155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889b2-4198-463b-a884-89245151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57CA8A9F-72B6-44B8-A50D-98CC7D0C66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d889b2-4198-463b-a884-892451515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DE3536-78DF-40D3-9163-C67E59BFE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469</TotalTime>
  <Pages>4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25</cp:revision>
  <cp:lastPrinted>2016-05-27T05:21:00Z</cp:lastPrinted>
  <dcterms:created xsi:type="dcterms:W3CDTF">2020-08-25T06:08:00Z</dcterms:created>
  <dcterms:modified xsi:type="dcterms:W3CDTF">2021-01-20T06:27:00Z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0x0101005F6056020D1FDA46BE533C193AFD5389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